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783" w:rsidRDefault="00214783">
      <w:pPr>
        <w:pStyle w:val="BodyText"/>
        <w:ind w:right="279"/>
        <w:jc w:val="left"/>
        <w:rPr>
          <w:rFonts w:ascii="Times New Roman" w:hAnsi="Times New Roman" w:cs="Times New Roman"/>
          <w:b w:val="0"/>
          <w:bCs w:val="0"/>
          <w:lang w:val="ru-RU"/>
        </w:rPr>
      </w:pPr>
    </w:p>
    <w:p w:rsidR="00214783" w:rsidRDefault="00214783">
      <w:pPr>
        <w:pStyle w:val="BodyText"/>
        <w:ind w:right="279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</w:rPr>
        <w:t>РЕЦЕНЗІЯ</w:t>
      </w:r>
      <w:r>
        <w:rPr>
          <w:rFonts w:ascii="Times New Roman" w:hAnsi="Times New Roman" w:cs="Times New Roman"/>
          <w:b w:val="0"/>
          <w:bCs w:val="0"/>
        </w:rPr>
        <w:t xml:space="preserve">  </w:t>
      </w:r>
    </w:p>
    <w:p w:rsidR="00214783" w:rsidRDefault="00214783" w:rsidP="00E734F1">
      <w:pPr>
        <w:pStyle w:val="BodyText"/>
        <w:ind w:right="279"/>
        <w:rPr>
          <w:rFonts w:ascii="Times New Roman" w:hAnsi="Times New Roman" w:cs="Times New Roman"/>
          <w:b w:val="0"/>
          <w:bCs w:val="0"/>
        </w:rPr>
      </w:pPr>
      <w:r w:rsidRPr="00BC279F">
        <w:rPr>
          <w:rFonts w:ascii="Times New Roman" w:hAnsi="Times New Roman" w:cs="Times New Roman"/>
          <w:b w:val="0"/>
        </w:rPr>
        <w:t>на наукову роботу</w:t>
      </w:r>
      <w:r>
        <w:rPr>
          <w:rFonts w:ascii="Times New Roman" w:hAnsi="Times New Roman" w:cs="Times New Roman"/>
          <w:b w:val="0"/>
          <w:bCs w:val="0"/>
          <w:lang w:val="ru-RU"/>
        </w:rPr>
        <w:t xml:space="preserve"> </w:t>
      </w:r>
      <w:r w:rsidRPr="00BC279F">
        <w:rPr>
          <w:rFonts w:ascii="Times New Roman" w:hAnsi="Times New Roman" w:cs="Times New Roman"/>
          <w:bCs w:val="0"/>
          <w:lang w:val="ru-RU"/>
        </w:rPr>
        <w:t>”</w:t>
      </w:r>
      <w:r w:rsidRPr="00BC279F">
        <w:rPr>
          <w:rFonts w:ascii="Times New Roman" w:hAnsi="Times New Roman" w:cs="Times New Roman"/>
          <w:bCs w:val="0"/>
        </w:rPr>
        <w:t>філософ</w:t>
      </w:r>
      <w:r w:rsidRPr="00BC279F">
        <w:rPr>
          <w:rFonts w:ascii="Times New Roman" w:hAnsi="Times New Roman" w:cs="Times New Roman"/>
          <w:bCs w:val="0"/>
          <w:lang w:val="ru-RU"/>
        </w:rPr>
        <w:t>”</w:t>
      </w:r>
      <w:r>
        <w:rPr>
          <w:rFonts w:ascii="Times New Roman" w:hAnsi="Times New Roman" w:cs="Times New Roman"/>
          <w:b w:val="0"/>
          <w:bCs w:val="0"/>
        </w:rPr>
        <w:t>, представлену на Конкурс</w:t>
      </w:r>
    </w:p>
    <w:p w:rsidR="00214783" w:rsidRPr="00E734F1" w:rsidRDefault="00214783" w:rsidP="00E734F1">
      <w:pPr>
        <w:pStyle w:val="BodyText"/>
        <w:ind w:right="279"/>
        <w:rPr>
          <w:rFonts w:ascii="Times New Roman" w:hAnsi="Times New Roman" w:cs="Times New Roman"/>
          <w:b w:val="0"/>
          <w:bCs w:val="0"/>
          <w:sz w:val="18"/>
          <w:szCs w:val="18"/>
        </w:rPr>
      </w:pPr>
      <w:bookmarkStart w:id="0" w:name="_Hlk4005185"/>
      <w:r w:rsidRPr="00E734F1">
        <w:rPr>
          <w:rFonts w:ascii="Times New Roman" w:hAnsi="Times New Roman" w:cs="Times New Roman"/>
          <w:b w:val="0"/>
        </w:rPr>
        <w:t xml:space="preserve">з галузі знань </w:t>
      </w:r>
      <w:bookmarkStart w:id="1" w:name="_Hlk3549641"/>
      <w:r w:rsidRPr="00E734F1">
        <w:rPr>
          <w:rFonts w:ascii="Times New Roman" w:hAnsi="Times New Roman" w:cs="Times New Roman"/>
          <w:b w:val="0"/>
        </w:rPr>
        <w:t>«Гуманітарні науки»  зі спеціальності «Історичні науки»</w:t>
      </w:r>
      <w:bookmarkEnd w:id="0"/>
      <w:bookmarkEnd w:id="1"/>
    </w:p>
    <w:p w:rsidR="00214783" w:rsidRDefault="00214783">
      <w:pPr>
        <w:ind w:right="279"/>
        <w:rPr>
          <w:sz w:val="20"/>
          <w:szCs w:val="20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6120"/>
        <w:gridCol w:w="1980"/>
        <w:gridCol w:w="927"/>
      </w:tblGrid>
      <w:tr w:rsidR="00214783" w:rsidRPr="00945F5E">
        <w:tc>
          <w:tcPr>
            <w:tcW w:w="828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№</w:t>
            </w:r>
          </w:p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з/п</w:t>
            </w:r>
          </w:p>
        </w:tc>
        <w:tc>
          <w:tcPr>
            <w:tcW w:w="6120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Характеристики та критерії оцінки рукопису наукової роботи</w:t>
            </w:r>
          </w:p>
        </w:tc>
        <w:tc>
          <w:tcPr>
            <w:tcW w:w="1980" w:type="dxa"/>
          </w:tcPr>
          <w:p w:rsidR="00214783" w:rsidRPr="00945F5E" w:rsidRDefault="00214783">
            <w:pPr>
              <w:pStyle w:val="BodyText"/>
              <w:ind w:right="7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214783" w:rsidRPr="00945F5E" w:rsidRDefault="00214783">
            <w:pPr>
              <w:pStyle w:val="BodyText"/>
              <w:ind w:right="-81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Бали</w:t>
            </w:r>
          </w:p>
        </w:tc>
      </w:tr>
      <w:tr w:rsidR="00214783" w:rsidRPr="00945F5E">
        <w:tc>
          <w:tcPr>
            <w:tcW w:w="828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:rsidR="00214783" w:rsidRPr="00945F5E" w:rsidRDefault="00214783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Актуальність проблеми</w:t>
            </w:r>
          </w:p>
        </w:tc>
        <w:tc>
          <w:tcPr>
            <w:tcW w:w="1980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10 </w:t>
            </w:r>
          </w:p>
        </w:tc>
        <w:tc>
          <w:tcPr>
            <w:tcW w:w="927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</w:t>
            </w:r>
          </w:p>
        </w:tc>
      </w:tr>
      <w:tr w:rsidR="00214783" w:rsidRPr="00945F5E">
        <w:tc>
          <w:tcPr>
            <w:tcW w:w="828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6120" w:type="dxa"/>
          </w:tcPr>
          <w:p w:rsidR="00214783" w:rsidRPr="00945F5E" w:rsidRDefault="00214783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Новизна та оригінальність ідей</w:t>
            </w:r>
          </w:p>
        </w:tc>
        <w:tc>
          <w:tcPr>
            <w:tcW w:w="1980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9</w:t>
            </w:r>
          </w:p>
        </w:tc>
      </w:tr>
      <w:tr w:rsidR="00214783" w:rsidRPr="00945F5E">
        <w:tc>
          <w:tcPr>
            <w:tcW w:w="828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6120" w:type="dxa"/>
          </w:tcPr>
          <w:p w:rsidR="00214783" w:rsidRPr="00945F5E" w:rsidRDefault="00214783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Використані методи дослідження</w:t>
            </w:r>
          </w:p>
        </w:tc>
        <w:tc>
          <w:tcPr>
            <w:tcW w:w="1980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927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8</w:t>
            </w:r>
          </w:p>
        </w:tc>
      </w:tr>
      <w:tr w:rsidR="00214783" w:rsidRPr="00945F5E">
        <w:tc>
          <w:tcPr>
            <w:tcW w:w="828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6120" w:type="dxa"/>
          </w:tcPr>
          <w:p w:rsidR="00214783" w:rsidRPr="00945F5E" w:rsidRDefault="00214783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Теоретичні наукові результати</w:t>
            </w:r>
          </w:p>
        </w:tc>
        <w:tc>
          <w:tcPr>
            <w:tcW w:w="1980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214783" w:rsidRPr="00945F5E">
        <w:tc>
          <w:tcPr>
            <w:tcW w:w="828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6120" w:type="dxa"/>
          </w:tcPr>
          <w:p w:rsidR="00214783" w:rsidRPr="00945F5E" w:rsidRDefault="00214783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980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927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_</w:t>
            </w:r>
          </w:p>
        </w:tc>
      </w:tr>
      <w:tr w:rsidR="00214783" w:rsidRPr="00945F5E">
        <w:tc>
          <w:tcPr>
            <w:tcW w:w="828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6120" w:type="dxa"/>
          </w:tcPr>
          <w:p w:rsidR="00214783" w:rsidRPr="00945F5E" w:rsidRDefault="00214783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980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214783" w:rsidRPr="00945F5E">
        <w:tc>
          <w:tcPr>
            <w:tcW w:w="828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6120" w:type="dxa"/>
          </w:tcPr>
          <w:p w:rsidR="00214783" w:rsidRPr="00945F5E" w:rsidRDefault="00214783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Ступінь самостійності роботи</w:t>
            </w:r>
          </w:p>
        </w:tc>
        <w:tc>
          <w:tcPr>
            <w:tcW w:w="1980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214783" w:rsidRPr="00945F5E">
        <w:tc>
          <w:tcPr>
            <w:tcW w:w="828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6120" w:type="dxa"/>
          </w:tcPr>
          <w:p w:rsidR="00214783" w:rsidRPr="00945F5E" w:rsidRDefault="00214783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Якість оформлення</w:t>
            </w:r>
          </w:p>
        </w:tc>
        <w:tc>
          <w:tcPr>
            <w:tcW w:w="1980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3</w:t>
            </w:r>
          </w:p>
        </w:tc>
      </w:tr>
      <w:tr w:rsidR="00214783" w:rsidRPr="00945F5E">
        <w:tc>
          <w:tcPr>
            <w:tcW w:w="828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6120" w:type="dxa"/>
          </w:tcPr>
          <w:p w:rsidR="00214783" w:rsidRPr="00945F5E" w:rsidRDefault="00214783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Наукові публікації</w:t>
            </w:r>
          </w:p>
        </w:tc>
        <w:tc>
          <w:tcPr>
            <w:tcW w:w="1980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–</w:t>
            </w:r>
          </w:p>
        </w:tc>
      </w:tr>
      <w:tr w:rsidR="00214783" w:rsidRPr="00945F5E">
        <w:tc>
          <w:tcPr>
            <w:tcW w:w="828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6120" w:type="dxa"/>
          </w:tcPr>
          <w:p w:rsidR="00214783" w:rsidRPr="00945F5E" w:rsidRDefault="00214783">
            <w:pPr>
              <w:pStyle w:val="BodyText"/>
              <w:ind w:right="279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Дослідницький характер роботи. Глибина аналізу історичних джерел</w:t>
            </w:r>
          </w:p>
        </w:tc>
        <w:tc>
          <w:tcPr>
            <w:tcW w:w="1980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927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15</w:t>
            </w:r>
          </w:p>
        </w:tc>
      </w:tr>
      <w:tr w:rsidR="00214783" w:rsidRPr="00945F5E">
        <w:tc>
          <w:tcPr>
            <w:tcW w:w="828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</w:t>
            </w:r>
          </w:p>
        </w:tc>
        <w:tc>
          <w:tcPr>
            <w:tcW w:w="6120" w:type="dxa"/>
          </w:tcPr>
          <w:p w:rsidR="00214783" w:rsidRPr="00945F5E" w:rsidRDefault="00214783">
            <w:pPr>
              <w:pStyle w:val="BodyText"/>
              <w:ind w:right="279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Недоліки роботи (пояснення зниження максимальних балів у пунктах 1-9):</w:t>
            </w:r>
          </w:p>
        </w:tc>
        <w:tc>
          <w:tcPr>
            <w:tcW w:w="1980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214783" w:rsidRPr="00945F5E">
        <w:tc>
          <w:tcPr>
            <w:tcW w:w="828" w:type="dxa"/>
          </w:tcPr>
          <w:p w:rsidR="00214783" w:rsidRPr="00945F5E" w:rsidRDefault="00214783">
            <w:pPr>
              <w:pStyle w:val="BodyText"/>
              <w:ind w:right="-108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11.1</w:t>
            </w:r>
          </w:p>
        </w:tc>
        <w:tc>
          <w:tcPr>
            <w:tcW w:w="6120" w:type="dxa"/>
          </w:tcPr>
          <w:p w:rsidR="00214783" w:rsidRPr="00945F5E" w:rsidRDefault="00214783">
            <w:pPr>
              <w:pStyle w:val="BodyText"/>
              <w:ind w:right="279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Актуальність роботи не викликає сумнівів. Проте вона у вступі не достатньо чітко відрефлектована та проартикульована автором.</w:t>
            </w:r>
          </w:p>
        </w:tc>
        <w:tc>
          <w:tcPr>
            <w:tcW w:w="1980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214783" w:rsidRPr="00945F5E">
        <w:tc>
          <w:tcPr>
            <w:tcW w:w="828" w:type="dxa"/>
          </w:tcPr>
          <w:p w:rsidR="00214783" w:rsidRPr="00945F5E" w:rsidRDefault="00214783">
            <w:pPr>
              <w:pStyle w:val="BodyText"/>
              <w:ind w:right="7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11.2</w:t>
            </w:r>
          </w:p>
        </w:tc>
        <w:tc>
          <w:tcPr>
            <w:tcW w:w="6120" w:type="dxa"/>
          </w:tcPr>
          <w:p w:rsidR="00214783" w:rsidRPr="00945F5E" w:rsidRDefault="00214783">
            <w:pPr>
              <w:pStyle w:val="BodyText"/>
              <w:ind w:right="279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Робота є, напевно, новаторською. Та фактична відсутність у ній докладного аналізу наявної літератури з питання не дозволяє сторонньому читачу оцінити ступінь інноваційності. </w:t>
            </w:r>
          </w:p>
        </w:tc>
        <w:tc>
          <w:tcPr>
            <w:tcW w:w="1980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214783" w:rsidRPr="00945F5E">
        <w:tc>
          <w:tcPr>
            <w:tcW w:w="828" w:type="dxa"/>
          </w:tcPr>
          <w:p w:rsidR="00214783" w:rsidRPr="00945F5E" w:rsidRDefault="00214783">
            <w:pPr>
              <w:pStyle w:val="BodyText"/>
              <w:ind w:right="7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11.3</w:t>
            </w:r>
          </w:p>
        </w:tc>
        <w:tc>
          <w:tcPr>
            <w:tcW w:w="6120" w:type="dxa"/>
          </w:tcPr>
          <w:p w:rsidR="00214783" w:rsidRPr="00945F5E" w:rsidRDefault="00214783">
            <w:pPr>
              <w:pStyle w:val="BodyText"/>
              <w:ind w:right="279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Відсутня класифікація методів. Виклад методології занадто стислий: перелічено лише 4 методи (с. 4)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,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у рядок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, без прояснення їх рол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і у написанні того чи іншого підрозділу. Хоч по факту роботи – 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метод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ів застосовується більше. Так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, наприклад, п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тексту 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зустр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і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ча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є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ться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відсилка до 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“методу синергетичного анал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ізу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” (с. 11), котрий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не позначений у вступі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,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а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його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змістовне наповнення залишається без пояснень.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 Не згадано жодного загальнонаукового методу. В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ідсутня також згадка про 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“б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іографічний метод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” – визначального щодо структурування запропонованого дослідження.</w:t>
            </w:r>
          </w:p>
        </w:tc>
        <w:tc>
          <w:tcPr>
            <w:tcW w:w="1980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214783" w:rsidRPr="00945F5E">
        <w:tc>
          <w:tcPr>
            <w:tcW w:w="828" w:type="dxa"/>
          </w:tcPr>
          <w:p w:rsidR="00214783" w:rsidRPr="00945F5E" w:rsidRDefault="00214783">
            <w:pPr>
              <w:pStyle w:val="BodyText"/>
              <w:ind w:right="7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11.4</w:t>
            </w:r>
          </w:p>
        </w:tc>
        <w:tc>
          <w:tcPr>
            <w:tcW w:w="6120" w:type="dxa"/>
          </w:tcPr>
          <w:p w:rsidR="00214783" w:rsidRPr="00945F5E" w:rsidRDefault="00214783">
            <w:pPr>
              <w:pStyle w:val="BodyText"/>
              <w:ind w:right="279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Наукові та теоретичні результати могли б бути кращими, якби автор чіткіше прописав теоретико-методологічну базу дослідження й звернув більшу увагу на інтелектуальні (а не громадсько-політичні) чинники формування наукового світогляду В. Яніва.</w:t>
            </w:r>
          </w:p>
        </w:tc>
        <w:tc>
          <w:tcPr>
            <w:tcW w:w="1980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214783" w:rsidRPr="00945F5E">
        <w:tc>
          <w:tcPr>
            <w:tcW w:w="828" w:type="dxa"/>
          </w:tcPr>
          <w:p w:rsidR="00214783" w:rsidRPr="00945F5E" w:rsidRDefault="00214783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11.5</w:t>
            </w:r>
          </w:p>
        </w:tc>
        <w:tc>
          <w:tcPr>
            <w:tcW w:w="6120" w:type="dxa"/>
          </w:tcPr>
          <w:p w:rsidR="00214783" w:rsidRPr="00945F5E" w:rsidRDefault="00214783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–</w:t>
            </w:r>
          </w:p>
        </w:tc>
        <w:tc>
          <w:tcPr>
            <w:tcW w:w="1980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214783" w:rsidRPr="00945F5E">
        <w:tc>
          <w:tcPr>
            <w:tcW w:w="828" w:type="dxa"/>
          </w:tcPr>
          <w:p w:rsidR="00214783" w:rsidRPr="00945F5E" w:rsidRDefault="00214783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11.6</w:t>
            </w:r>
          </w:p>
        </w:tc>
        <w:tc>
          <w:tcPr>
            <w:tcW w:w="6120" w:type="dxa"/>
          </w:tcPr>
          <w:p w:rsidR="00214783" w:rsidRPr="00945F5E" w:rsidRDefault="00214783">
            <w:pPr>
              <w:pStyle w:val="BodyText"/>
              <w:ind w:right="279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У простор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і джерел інформації повністю проігноровано релевантну темі епістолярну спадщину В. Яніва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 (наприклад, його листи до 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інтелектуалів – Б. Крупницького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, Б. Кентржинського тощо). Поза дослідницьким полем опинилися також деякі важливі аналітичні роботи з теми – О. Яся (Українська історіографія та етнопсихологія Володимира Янева // 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Розбудова держави. – 1996. – № 10. – С. 57 - 61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), П. Одарченка (Л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ітературна творчість Володимира Янева. – К.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, 1999) тощо. Деяк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і роботи В. Яніва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, що згадуються по тексту дослідження, в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ідсутні у списку використаної літератури: йдеться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, 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наприклад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, про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«Українськ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у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духовність у поетичній візії Шевченка» (с.18)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 (режим доступу: </w:t>
            </w:r>
            <w:hyperlink r:id="rId6" w:history="1">
              <w:r w:rsidRPr="00945F5E">
                <w:rPr>
                  <w:rStyle w:val="Hyperlink"/>
                  <w:rFonts w:ascii="Times New Roman" w:hAnsi="Times New Roman"/>
                  <w:b w:val="0"/>
                  <w:color w:val="000000"/>
                  <w:sz w:val="24"/>
                  <w:szCs w:val="24"/>
                  <w:u w:val="none"/>
                  <w:lang w:val="ru-RU"/>
                </w:rPr>
                <w:t>http://diasporiana.org.ua/literaturoznavstvo/8374-yaniv-v-ukrayinska-duhovnist-u-poetichniy-viziyi-tarasa-shevchenka/</w:t>
              </w:r>
            </w:hyperlink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). При цитації цієї роботи (с. 19) автор посилається на іншу роботу В. Яніва (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№ 11 у списку використаної літератури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).</w:t>
            </w:r>
          </w:p>
        </w:tc>
        <w:tc>
          <w:tcPr>
            <w:tcW w:w="1980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214783" w:rsidRPr="00945F5E">
        <w:tc>
          <w:tcPr>
            <w:tcW w:w="828" w:type="dxa"/>
          </w:tcPr>
          <w:p w:rsidR="00214783" w:rsidRPr="00945F5E" w:rsidRDefault="00214783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11.7</w:t>
            </w:r>
          </w:p>
        </w:tc>
        <w:tc>
          <w:tcPr>
            <w:tcW w:w="6120" w:type="dxa"/>
          </w:tcPr>
          <w:p w:rsidR="00214783" w:rsidRPr="00945F5E" w:rsidRDefault="00214783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Дослідження у цілому носить самостійний характер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, проте, як недол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ік роботи можна розглядати високий ступінь рецитації текстів інших авторів. Перевірка самостійності твору засобами системи 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AntyPlagiat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NET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показало 64% оригінальності з урахуванням копіювань тексту та 56% – з урахуванням рерайтингу. Перевірка засобами системи 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Unicheck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.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com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дала оцінку в 53,02 % оригінальності тексту.</w:t>
            </w:r>
          </w:p>
        </w:tc>
        <w:tc>
          <w:tcPr>
            <w:tcW w:w="1980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214783" w:rsidRPr="00945F5E">
        <w:tc>
          <w:tcPr>
            <w:tcW w:w="828" w:type="dxa"/>
          </w:tcPr>
          <w:p w:rsidR="00214783" w:rsidRPr="00945F5E" w:rsidRDefault="00214783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11.8</w:t>
            </w:r>
          </w:p>
        </w:tc>
        <w:tc>
          <w:tcPr>
            <w:tcW w:w="6120" w:type="dxa"/>
          </w:tcPr>
          <w:p w:rsidR="00214783" w:rsidRPr="00945F5E" w:rsidRDefault="00214783">
            <w:pPr>
              <w:pStyle w:val="BodyText"/>
              <w:ind w:right="279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Робота містить численні граматичні, орфографічні  та інші помилки: у назві дослідження ініціали 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“Володимир Ян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ів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” використано у називному відмінку - замість родового (с. 1); “на головою” зам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ість 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“на голову” (с. 8); 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“уч</w:t>
            </w:r>
            <w:r w:rsidRPr="00945F5E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и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ниця” (с.4) 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) прописано через 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“и” тощо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. Не зрозумілим виглядає принцип оформлення списку використаної літератури: не 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алфав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і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тний й не за порядковим номером першого згадуванння у тексті.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214783" w:rsidRPr="00945F5E">
        <w:tc>
          <w:tcPr>
            <w:tcW w:w="828" w:type="dxa"/>
          </w:tcPr>
          <w:p w:rsidR="00214783" w:rsidRPr="00945F5E" w:rsidRDefault="00214783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11.9</w:t>
            </w:r>
          </w:p>
        </w:tc>
        <w:tc>
          <w:tcPr>
            <w:tcW w:w="6120" w:type="dxa"/>
          </w:tcPr>
          <w:p w:rsidR="00214783" w:rsidRPr="00945F5E" w:rsidRDefault="00214783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214783" w:rsidRPr="00945F5E">
        <w:tc>
          <w:tcPr>
            <w:tcW w:w="828" w:type="dxa"/>
          </w:tcPr>
          <w:p w:rsidR="00214783" w:rsidRPr="00945F5E" w:rsidRDefault="00214783">
            <w:pPr>
              <w:pStyle w:val="BodyText"/>
              <w:ind w:right="72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11.10</w:t>
            </w:r>
          </w:p>
        </w:tc>
        <w:tc>
          <w:tcPr>
            <w:tcW w:w="6120" w:type="dxa"/>
          </w:tcPr>
          <w:p w:rsidR="00214783" w:rsidRPr="00945F5E" w:rsidRDefault="00214783">
            <w:pPr>
              <w:pStyle w:val="BodyText"/>
              <w:ind w:right="279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Нарікання викликає форма цитації – аналізу літератури. Наприклад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, 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у не прямому посиланні 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(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 с. 12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)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цитований текст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обсягом 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у 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пів сторінки 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має 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передати думки автора першоджерела обсягом у 11 сторінок (с. 77 - 87). Одне з завдань дослідження – огляд літератури з теми (с. 4) – реалізовано на формальному рівні (прописано на пів сторінки): не розкрито теоретичні та фактографічні прогалини, що існують у наявній історіографічній традиції. Не вповні вдалим виглядає принцип структурування роботи: власне, заявленій у назві темі безпосередньо відповідають розділи 2.1 та 2.2, котрі складають близько половини обсягу дослідження. Автор зосереджується, головним чином, на ранніх роках інтелектуальної біографії й фактично ігнорує більш пізні, що сформували з В. Яніва академічного фахівця-етнопсихолога.  Наприклад, становлення його як психолога під час навчання та академічної габілітації у Берлінському університеті (1940-1944 рр.) – позначено тонкою пунктирною лінією. </w:t>
            </w:r>
            <w:r w:rsidRPr="00945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Поза увагою залишився також сюжет впливу діаспорної інтелектуальної мережі на формування В. Яніва як історика та психолога українського народу. </w:t>
            </w:r>
          </w:p>
        </w:tc>
        <w:tc>
          <w:tcPr>
            <w:tcW w:w="1980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214783" w:rsidRPr="00945F5E">
        <w:tc>
          <w:tcPr>
            <w:tcW w:w="8928" w:type="dxa"/>
            <w:gridSpan w:val="3"/>
          </w:tcPr>
          <w:p w:rsidR="00214783" w:rsidRPr="00945F5E" w:rsidRDefault="00214783">
            <w:pPr>
              <w:pStyle w:val="BodyText"/>
              <w:ind w:right="279"/>
              <w:jc w:val="left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Cs w:val="0"/>
                <w:sz w:val="24"/>
                <w:szCs w:val="24"/>
              </w:rPr>
              <w:t>Сума балів</w:t>
            </w:r>
          </w:p>
        </w:tc>
        <w:tc>
          <w:tcPr>
            <w:tcW w:w="927" w:type="dxa"/>
          </w:tcPr>
          <w:p w:rsidR="00214783" w:rsidRPr="00945F5E" w:rsidRDefault="00214783">
            <w:pPr>
              <w:pStyle w:val="BodyText"/>
              <w:ind w:right="279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945F5E">
              <w:rPr>
                <w:rFonts w:ascii="Times New Roman" w:hAnsi="Times New Roman" w:cs="Times New Roman"/>
                <w:bCs w:val="0"/>
                <w:sz w:val="24"/>
                <w:szCs w:val="24"/>
              </w:rPr>
              <w:t>58</w:t>
            </w:r>
          </w:p>
        </w:tc>
      </w:tr>
    </w:tbl>
    <w:p w:rsidR="00214783" w:rsidRDefault="00214783">
      <w:pPr>
        <w:pStyle w:val="BodyText"/>
        <w:ind w:left="-180" w:right="279"/>
        <w:jc w:val="left"/>
        <w:rPr>
          <w:rFonts w:ascii="Times New Roman" w:hAnsi="Times New Roman" w:cs="Times New Roman"/>
          <w:b w:val="0"/>
          <w:bCs w:val="0"/>
        </w:rPr>
      </w:pPr>
    </w:p>
    <w:sectPr w:rsidR="00214783" w:rsidSect="008C3096">
      <w:pgSz w:w="11906" w:h="16838"/>
      <w:pgMar w:top="1134" w:right="20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783" w:rsidRDefault="00214783">
      <w:r>
        <w:separator/>
      </w:r>
    </w:p>
  </w:endnote>
  <w:endnote w:type="continuationSeparator" w:id="0">
    <w:p w:rsidR="00214783" w:rsidRDefault="002147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783" w:rsidRDefault="00214783">
      <w:r>
        <w:separator/>
      </w:r>
    </w:p>
  </w:footnote>
  <w:footnote w:type="continuationSeparator" w:id="0">
    <w:p w:rsidR="00214783" w:rsidRDefault="002147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279F"/>
    <w:rsid w:val="001958B5"/>
    <w:rsid w:val="00214783"/>
    <w:rsid w:val="00394537"/>
    <w:rsid w:val="007E5C9E"/>
    <w:rsid w:val="008C3096"/>
    <w:rsid w:val="008D06C4"/>
    <w:rsid w:val="00945F5E"/>
    <w:rsid w:val="00976219"/>
    <w:rsid w:val="009F03E5"/>
    <w:rsid w:val="00BC279F"/>
    <w:rsid w:val="00BD7EEB"/>
    <w:rsid w:val="00E73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C3096"/>
    <w:rPr>
      <w:rFonts w:ascii="Times New Roman" w:hAnsi="Times New Roman"/>
      <w:sz w:val="24"/>
      <w:szCs w:val="24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C30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C3096"/>
    <w:pPr>
      <w:keepNext/>
      <w:spacing w:before="240" w:after="60"/>
      <w:outlineLvl w:val="3"/>
    </w:pPr>
    <w:rPr>
      <w:b/>
      <w:bCs/>
      <w:sz w:val="28"/>
      <w:szCs w:val="28"/>
      <w:lang w:eastAsia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C30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C3096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8C3096"/>
    <w:rPr>
      <w:rFonts w:ascii="Arial" w:hAnsi="Arial" w:cs="Arial"/>
      <w:b/>
      <w:bCs/>
      <w:sz w:val="26"/>
      <w:szCs w:val="26"/>
      <w:lang w:val="uk-UA" w:eastAsia="uk-U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C3096"/>
    <w:rPr>
      <w:rFonts w:ascii="Times New Roman" w:hAnsi="Times New Roman" w:cs="Times New Roman"/>
      <w:b/>
      <w:bCs/>
      <w:sz w:val="28"/>
      <w:szCs w:val="28"/>
      <w:lang w:val="uk-UA" w:eastAsia="uk-U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C3096"/>
    <w:rPr>
      <w:rFonts w:ascii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C3096"/>
    <w:rPr>
      <w:rFonts w:ascii="Calibri" w:hAnsi="Calibri" w:cs="Calibri"/>
      <w:b/>
      <w:bCs/>
      <w:lang w:val="uk-UA"/>
    </w:rPr>
  </w:style>
  <w:style w:type="paragraph" w:styleId="BodyText">
    <w:name w:val="Body Text"/>
    <w:basedOn w:val="Normal"/>
    <w:link w:val="BodyTextChar"/>
    <w:uiPriority w:val="99"/>
    <w:rsid w:val="008C3096"/>
    <w:pPr>
      <w:jc w:val="center"/>
    </w:pPr>
    <w:rPr>
      <w:rFonts w:ascii="Calibri" w:hAnsi="Calibri" w:cs="Calibri"/>
      <w:b/>
      <w:bCs/>
      <w:sz w:val="28"/>
      <w:szCs w:val="28"/>
      <w:lang w:eastAsia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C309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">
    <w:name w:val="Основной текст Знак"/>
    <w:basedOn w:val="DefaultParagraphFont"/>
    <w:uiPriority w:val="99"/>
    <w:rsid w:val="008C3096"/>
    <w:rPr>
      <w:rFonts w:ascii="Calibri" w:hAnsi="Calibri" w:cs="Calibri"/>
      <w:b/>
      <w:bCs/>
      <w:sz w:val="28"/>
      <w:szCs w:val="28"/>
      <w:lang w:val="uk-UA" w:eastAsia="uk-UA"/>
    </w:rPr>
  </w:style>
  <w:style w:type="paragraph" w:styleId="Header">
    <w:name w:val="header"/>
    <w:basedOn w:val="Normal"/>
    <w:link w:val="HeaderChar"/>
    <w:uiPriority w:val="99"/>
    <w:rsid w:val="008C3096"/>
    <w:pPr>
      <w:tabs>
        <w:tab w:val="center" w:pos="4153"/>
        <w:tab w:val="right" w:pos="8306"/>
      </w:tabs>
      <w:ind w:firstLine="567"/>
      <w:jc w:val="both"/>
    </w:pPr>
    <w:rPr>
      <w:rFonts w:ascii="Calibri" w:hAnsi="Calibri" w:cs="Calibri"/>
      <w:sz w:val="28"/>
      <w:szCs w:val="28"/>
      <w:lang w:eastAsia="uk-U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C309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0">
    <w:name w:val="Верхний колонтитул Знак"/>
    <w:basedOn w:val="DefaultParagraphFont"/>
    <w:uiPriority w:val="99"/>
    <w:rsid w:val="008C3096"/>
    <w:rPr>
      <w:rFonts w:ascii="Calibri" w:hAnsi="Calibri" w:cs="Calibri"/>
      <w:sz w:val="28"/>
      <w:szCs w:val="28"/>
      <w:lang w:val="uk-UA" w:eastAsia="uk-UA"/>
    </w:rPr>
  </w:style>
  <w:style w:type="paragraph" w:styleId="FootnoteText">
    <w:name w:val="footnote text"/>
    <w:basedOn w:val="Normal"/>
    <w:link w:val="FootnoteTextChar"/>
    <w:uiPriority w:val="99"/>
    <w:rsid w:val="008C3096"/>
    <w:rPr>
      <w:rFonts w:ascii="Calibri" w:hAnsi="Calibri" w:cs="Calibri"/>
      <w:sz w:val="22"/>
      <w:szCs w:val="22"/>
      <w:lang w:eastAsia="uk-U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C309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1">
    <w:name w:val="Текст сноски Знак"/>
    <w:basedOn w:val="DefaultParagraphFont"/>
    <w:uiPriority w:val="99"/>
    <w:rsid w:val="008C3096"/>
    <w:rPr>
      <w:rFonts w:ascii="Calibri" w:hAnsi="Calibri" w:cs="Calibri"/>
      <w:sz w:val="22"/>
      <w:szCs w:val="22"/>
      <w:lang w:val="uk-UA" w:eastAsia="uk-UA"/>
    </w:rPr>
  </w:style>
  <w:style w:type="character" w:styleId="FootnoteReference">
    <w:name w:val="footnote reference"/>
    <w:basedOn w:val="DefaultParagraphFont"/>
    <w:uiPriority w:val="99"/>
    <w:rsid w:val="008C3096"/>
    <w:rPr>
      <w:rFonts w:ascii="Times New Roman" w:hAnsi="Times New Roman" w:cs="Times New Roman"/>
      <w:vertAlign w:val="superscript"/>
    </w:rPr>
  </w:style>
  <w:style w:type="character" w:styleId="PageNumber">
    <w:name w:val="page number"/>
    <w:basedOn w:val="DefaultParagraphFont"/>
    <w:uiPriority w:val="99"/>
    <w:rsid w:val="008C3096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8C309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C309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2">
    <w:name w:val="Нижний колонтитул Знак"/>
    <w:basedOn w:val="DefaultParagraphFont"/>
    <w:uiPriority w:val="99"/>
    <w:rsid w:val="008C3096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8C309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asporiana.org.ua/literaturoznavstvo/8374-yaniv-v-ukrayinska-duhovnist-u-poetichniy-viziyi-tarasa-shevchenka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743</Words>
  <Characters>4237</Characters>
  <Application>Microsoft Office Outlook</Application>
  <DocSecurity>0</DocSecurity>
  <Lines>0</Lines>
  <Paragraphs>0</Paragraphs>
  <ScaleCrop>false</ScaleCrop>
  <Company>UCL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IITZO</dc:creator>
  <cp:keywords/>
  <dc:description/>
  <cp:lastModifiedBy>ntokar</cp:lastModifiedBy>
  <cp:revision>5</cp:revision>
  <cp:lastPrinted>2017-05-29T09:41:00Z</cp:lastPrinted>
  <dcterms:created xsi:type="dcterms:W3CDTF">2019-03-21T07:31:00Z</dcterms:created>
  <dcterms:modified xsi:type="dcterms:W3CDTF">2019-03-26T09:36:00Z</dcterms:modified>
</cp:coreProperties>
</file>